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F816D0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65901010" w14:textId="4889F6A5" w:rsidR="009A54BB" w:rsidRDefault="006C58D3" w:rsidP="009A54BB">
      <w:r>
        <w:t>In</w:t>
      </w:r>
      <w:r w:rsidR="0056122C">
        <w:t>bouwwastafel</w:t>
      </w:r>
      <w:r w:rsidR="009A54BB">
        <w:t xml:space="preserve"> vervaardigd uit sanitair porselei</w:t>
      </w:r>
      <w:r w:rsidR="0056122C">
        <w:t>n en voorzien van</w:t>
      </w:r>
      <w:r w:rsidR="00060A55">
        <w:t xml:space="preserve"> </w:t>
      </w:r>
      <w:proofErr w:type="spellStart"/>
      <w:r w:rsidR="00060A55">
        <w:t>kraangat</w:t>
      </w:r>
      <w:proofErr w:type="spellEnd"/>
      <w:r w:rsidR="00E15D22">
        <w:t xml:space="preserve">, zonder </w:t>
      </w:r>
      <w:r w:rsidR="0056122C">
        <w:t>overloop</w:t>
      </w:r>
    </w:p>
    <w:p w14:paraId="62C5223B" w14:textId="5C1007DD" w:rsidR="009A54BB" w:rsidRDefault="009A54BB" w:rsidP="009A54BB">
      <w:r>
        <w:t xml:space="preserve">De </w:t>
      </w:r>
      <w:r w:rsidR="006C58D3">
        <w:t>in</w:t>
      </w:r>
      <w:r w:rsidR="0056122C">
        <w:t>bouwwastafel</w:t>
      </w:r>
      <w:r>
        <w:t xml:space="preserve"> heeft een </w:t>
      </w:r>
      <w:r w:rsidR="0056122C">
        <w:t>uitgesproken ovalen vorm</w:t>
      </w:r>
      <w:r w:rsidR="00E15D22">
        <w:t xml:space="preserve"> met achteraan</w:t>
      </w:r>
      <w:r w:rsidR="0078187A">
        <w:t xml:space="preserve"> een </w:t>
      </w:r>
      <w:r w:rsidR="00060A55">
        <w:t xml:space="preserve">lichte </w:t>
      </w:r>
      <w:r w:rsidR="0078187A">
        <w:t>opstaande rand die na montage zichtbaar blijft</w:t>
      </w:r>
    </w:p>
    <w:p w14:paraId="20580F4A" w14:textId="4E72116A" w:rsidR="00E15D22" w:rsidRDefault="00E15D22" w:rsidP="009A54BB">
      <w:r>
        <w:t>De wastafel is volledig vlak in te bouw</w:t>
      </w:r>
    </w:p>
    <w:p w14:paraId="3FBF2B44" w14:textId="6FC7FAEB" w:rsidR="009A54BB" w:rsidRDefault="009A54BB" w:rsidP="009A54BB">
      <w:r>
        <w:t xml:space="preserve">De binnenkant is volledig afgerond.  Door de ronde hoeken wordt het onderhoud makkelijker.  </w:t>
      </w:r>
    </w:p>
    <w:p w14:paraId="23EBB6E2" w14:textId="6C1029D0" w:rsidR="00482352" w:rsidRDefault="00482352" w:rsidP="009A54BB">
      <w:r>
        <w:t xml:space="preserve"> </w:t>
      </w:r>
    </w:p>
    <w:p w14:paraId="24D3B426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68B2EA8C" w14:textId="77777777" w:rsidR="009A54BB" w:rsidRPr="009A54BB" w:rsidRDefault="009A54BB" w:rsidP="009A54BB"/>
    <w:p w14:paraId="32DCE769" w14:textId="77777777" w:rsidR="009A54BB" w:rsidRPr="009A54BB" w:rsidRDefault="009A54BB" w:rsidP="009A54BB"/>
    <w:p w14:paraId="5FA665DC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D9E840A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53C2251" w14:textId="77777777" w:rsidR="002F1A08" w:rsidRDefault="002F1A08" w:rsidP="002F1A08">
      <w:r>
        <w:t>De materie is glasporselein met een max wateropname van 0.5%.</w:t>
      </w:r>
    </w:p>
    <w:p w14:paraId="3EFD371F" w14:textId="77777777" w:rsidR="002F1A08" w:rsidRPr="002F1A08" w:rsidRDefault="002F1A08" w:rsidP="002F1A08">
      <w:pPr>
        <w:ind w:left="567"/>
        <w:rPr>
          <w:u w:val="single"/>
        </w:rPr>
      </w:pPr>
    </w:p>
    <w:p w14:paraId="133874DC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77E7D22B" w14:textId="77777777" w:rsidR="00DD0E11" w:rsidRDefault="00DD0E11" w:rsidP="00DD0E11">
      <w:r>
        <w:t>Geëmailleerd</w:t>
      </w:r>
    </w:p>
    <w:p w14:paraId="1376A8F2" w14:textId="77777777" w:rsidR="00DD0E11" w:rsidRDefault="00DD0E11" w:rsidP="00DD0E11">
      <w:r>
        <w:t xml:space="preserve">Mechanische belasting van 150kg gedurende 1 uur </w:t>
      </w:r>
    </w:p>
    <w:p w14:paraId="4A3BFFFD" w14:textId="77777777" w:rsidR="00EC40BB" w:rsidRDefault="00EC40BB" w:rsidP="00DD0E11">
      <w:r>
        <w:t>EN14688</w:t>
      </w:r>
    </w:p>
    <w:p w14:paraId="7AD86FF6" w14:textId="49DBB9E3" w:rsidR="00DD0E11" w:rsidRDefault="005F4D52" w:rsidP="00DD0E11">
      <w:r>
        <w:t>Diepte:</w:t>
      </w:r>
      <w:r>
        <w:tab/>
      </w:r>
      <w:r w:rsidR="00060A55">
        <w:t xml:space="preserve">47.5 </w:t>
      </w:r>
      <w:r>
        <w:t>cm</w:t>
      </w:r>
    </w:p>
    <w:p w14:paraId="5C4C3583" w14:textId="5A5A00C0" w:rsidR="005F4D52" w:rsidRDefault="005F4D52" w:rsidP="00DD0E11">
      <w:r>
        <w:t>Breedte:</w:t>
      </w:r>
      <w:r>
        <w:tab/>
      </w:r>
      <w:r w:rsidR="00060A55">
        <w:t>5</w:t>
      </w:r>
      <w:r w:rsidR="006C58D3">
        <w:t>6</w:t>
      </w:r>
      <w:r w:rsidR="00060A55">
        <w:t xml:space="preserve"> </w:t>
      </w:r>
      <w:r>
        <w:t>cm</w:t>
      </w:r>
    </w:p>
    <w:p w14:paraId="72ADDA3F" w14:textId="1C934F68" w:rsidR="005F4D52" w:rsidRDefault="005F4D52" w:rsidP="00DD0E11">
      <w:r>
        <w:t>Hoogte:</w:t>
      </w:r>
      <w:r>
        <w:tab/>
        <w:t>1</w:t>
      </w:r>
      <w:r w:rsidR="00060A55">
        <w:t xml:space="preserve">9 </w:t>
      </w:r>
      <w:r>
        <w:t>cm</w:t>
      </w:r>
    </w:p>
    <w:p w14:paraId="129AA62A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51E555B9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66168A73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9CA3B5E" w14:textId="77777777" w:rsidR="009A54BB" w:rsidRDefault="006F0C3B" w:rsidP="009A54BB">
      <w:r>
        <w:t xml:space="preserve">Via uitsparing in tablet lang boven.  </w:t>
      </w:r>
    </w:p>
    <w:p w14:paraId="2E54339B" w14:textId="77777777" w:rsidR="006F0C3B" w:rsidRPr="009A54BB" w:rsidRDefault="006F0C3B" w:rsidP="009A54BB">
      <w:r>
        <w:t xml:space="preserve">Uitsparing word gemaakt </w:t>
      </w:r>
      <w:proofErr w:type="spellStart"/>
      <w:r>
        <w:t>dmv</w:t>
      </w:r>
      <w:proofErr w:type="spellEnd"/>
      <w:r>
        <w:t xml:space="preserve"> meegeleverd sjabloon</w:t>
      </w:r>
    </w:p>
    <w:p w14:paraId="6F4C8C76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66B56BD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8F6594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DCC4B5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173322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B58E60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7C7F4A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4F2C2C4C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CAC4788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8412A2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6FA52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C45D8B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E9777BE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63D95B49" w14:textId="77777777" w:rsidR="00C454A1" w:rsidRPr="00C454A1" w:rsidRDefault="00C454A1" w:rsidP="00C454A1"/>
    <w:p w14:paraId="248FE041" w14:textId="77777777" w:rsidR="00586B18" w:rsidRPr="00586B18" w:rsidRDefault="00586B18" w:rsidP="00586B18"/>
    <w:p w14:paraId="3E9AE43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731300C" w14:textId="478B935C" w:rsidR="008A5169" w:rsidRDefault="00E15D22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0A1119A" wp14:editId="3AA407ED">
            <wp:extent cx="5977255" cy="3443605"/>
            <wp:effectExtent l="0" t="0" r="4445" b="444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44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8"/>
      <w:footerReference w:type="default" r:id="rId9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A1FC3B" w14:textId="77777777" w:rsidR="00025544" w:rsidRDefault="00025544">
      <w:r>
        <w:separator/>
      </w:r>
    </w:p>
  </w:endnote>
  <w:endnote w:type="continuationSeparator" w:id="0">
    <w:p w14:paraId="280A6235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2CD99D81" w14:textId="77777777">
      <w:tc>
        <w:tcPr>
          <w:tcW w:w="3392" w:type="dxa"/>
        </w:tcPr>
        <w:p w14:paraId="1686E23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4FA12BD3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51B21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37C348E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6FCA91" w14:textId="77777777" w:rsidR="00025544" w:rsidRDefault="00025544">
      <w:r>
        <w:separator/>
      </w:r>
    </w:p>
  </w:footnote>
  <w:footnote w:type="continuationSeparator" w:id="0">
    <w:p w14:paraId="21728AF5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2556B" w14:textId="5F8D06FC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907515">
      <w:rPr>
        <w:rFonts w:ascii="Arial" w:hAnsi="Arial" w:cs="Arial"/>
        <w:b/>
        <w:szCs w:val="24"/>
        <w:lang w:val="nl-BE"/>
      </w:rPr>
      <w:t xml:space="preserve">Bastia inbouwwastafel ovaal 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C578CE2" wp14:editId="55C487B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907515">
      <w:rPr>
        <w:rFonts w:ascii="Arial" w:hAnsi="Arial" w:cs="Arial"/>
        <w:b/>
        <w:szCs w:val="24"/>
        <w:lang w:val="nl-BE"/>
      </w:rPr>
      <w:t xml:space="preserve">met </w:t>
    </w:r>
    <w:proofErr w:type="spellStart"/>
    <w:r w:rsidR="00907515">
      <w:rPr>
        <w:rFonts w:ascii="Arial" w:hAnsi="Arial" w:cs="Arial"/>
        <w:b/>
        <w:szCs w:val="24"/>
        <w:lang w:val="nl-BE"/>
      </w:rPr>
      <w:t>kraangat</w:t>
    </w:r>
    <w:proofErr w:type="spellEnd"/>
    <w:r w:rsidR="00E15D22">
      <w:rPr>
        <w:rFonts w:ascii="Arial" w:hAnsi="Arial" w:cs="Arial"/>
        <w:b/>
        <w:szCs w:val="24"/>
        <w:lang w:val="nl-BE"/>
      </w:rPr>
      <w:t xml:space="preserve"> zonder </w:t>
    </w:r>
    <w:r w:rsidR="00907515">
      <w:rPr>
        <w:rFonts w:ascii="Arial" w:hAnsi="Arial" w:cs="Arial"/>
        <w:b/>
        <w:szCs w:val="24"/>
        <w:lang w:val="nl-BE"/>
      </w:rPr>
      <w:t>overloop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00F3CB95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0A55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07515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5D22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2D5F35EB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91A5616-5E61-46DB-BB60-6A60316637AA}"/>
</file>

<file path=customXml/itemProps2.xml><?xml version="1.0" encoding="utf-8"?>
<ds:datastoreItem xmlns:ds="http://schemas.openxmlformats.org/officeDocument/2006/customXml" ds:itemID="{EE8B7DDF-2918-4919-9179-E33B6F681527}"/>
</file>

<file path=customXml/itemProps3.xml><?xml version="1.0" encoding="utf-8"?>
<ds:datastoreItem xmlns:ds="http://schemas.openxmlformats.org/officeDocument/2006/customXml" ds:itemID="{2CFC3F53-7EF7-4314-8129-87E4542C447D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250</TotalTime>
  <Pages>2</Pages>
  <Words>125</Words>
  <Characters>719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30</cp:revision>
  <cp:lastPrinted>2011-12-15T11:14:00Z</cp:lastPrinted>
  <dcterms:created xsi:type="dcterms:W3CDTF">2020-03-10T16:23:00Z</dcterms:created>
  <dcterms:modified xsi:type="dcterms:W3CDTF">2021-10-29T08:50:00Z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2021-10-29T08:37:33Z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438100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